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0C5" w:rsidRDefault="00A200C5">
      <w:r>
        <w:t>Caithlee:S</w:t>
      </w:r>
    </w:p>
    <w:p w:rsidR="00A200C5" w:rsidRDefault="00A200C5">
      <w:r>
        <w:t>Essa: 11-12</w:t>
      </w:r>
    </w:p>
    <w:p w:rsidR="00A200C5" w:rsidRDefault="00A200C5">
      <w:r>
        <w:t>Majid: L</w:t>
      </w:r>
    </w:p>
    <w:p w:rsidR="00A200C5" w:rsidRDefault="00A200C5">
      <w:r>
        <w:t>Leah: M</w:t>
      </w:r>
    </w:p>
    <w:p w:rsidR="00A200C5" w:rsidRDefault="00A200C5">
      <w:r>
        <w:t>Daniel: 11-12</w:t>
      </w:r>
    </w:p>
    <w:p w:rsidR="00A200C5" w:rsidRPr="00D226C6" w:rsidRDefault="00A200C5">
      <w:pPr>
        <w:rPr>
          <w:sz w:val="36"/>
          <w:szCs w:val="36"/>
        </w:rPr>
      </w:pPr>
      <w:r w:rsidRPr="00D226C6">
        <w:rPr>
          <w:sz w:val="36"/>
          <w:szCs w:val="36"/>
        </w:rPr>
        <w:t>Front</w:t>
      </w:r>
      <w:r>
        <w:rPr>
          <w:sz w:val="36"/>
          <w:szCs w:val="36"/>
        </w:rPr>
        <w:t>:</w:t>
      </w:r>
    </w:p>
    <w:p w:rsidR="00A200C5" w:rsidRPr="00802056" w:rsidRDefault="00A200C5" w:rsidP="00802056">
      <w:pPr>
        <w:jc w:val="center"/>
        <w:rPr>
          <w:sz w:val="36"/>
          <w:szCs w:val="36"/>
        </w:rPr>
      </w:pPr>
      <w:r w:rsidRPr="00802056">
        <w:rPr>
          <w:sz w:val="36"/>
          <w:szCs w:val="36"/>
        </w:rPr>
        <w:t>Road Safety</w:t>
      </w:r>
    </w:p>
    <w:p w:rsidR="00A200C5" w:rsidRDefault="00A200C5" w:rsidP="00802056">
      <w:pPr>
        <w:jc w:val="center"/>
        <w:rPr>
          <w:sz w:val="36"/>
          <w:szCs w:val="36"/>
        </w:rPr>
      </w:pPr>
      <w:r w:rsidRPr="00802056">
        <w:rPr>
          <w:sz w:val="36"/>
          <w:szCs w:val="36"/>
        </w:rPr>
        <w:t>Don’t speed</w:t>
      </w:r>
    </w:p>
    <w:p w:rsidR="00A200C5" w:rsidRDefault="00A200C5" w:rsidP="00802056">
      <w:pPr>
        <w:jc w:val="center"/>
        <w:rPr>
          <w:sz w:val="36"/>
          <w:szCs w:val="36"/>
        </w:rPr>
      </w:pPr>
      <w:r w:rsidRPr="00CF7D6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alt="http://www.apartmenttherapy.com/main/archives/2004_7_toy%20car%20crash.jpg" style="width:94.5pt;height:99.75pt;visibility:visible">
            <v:imagedata r:id="rId4" o:title=""/>
          </v:shape>
        </w:pict>
      </w:r>
    </w:p>
    <w:p w:rsidR="00A200C5" w:rsidRDefault="00A200C5" w:rsidP="00D226C6">
      <w:pPr>
        <w:rPr>
          <w:sz w:val="36"/>
          <w:szCs w:val="36"/>
        </w:rPr>
      </w:pPr>
      <w:r>
        <w:rPr>
          <w:sz w:val="36"/>
          <w:szCs w:val="36"/>
        </w:rPr>
        <w:t>Back:</w:t>
      </w:r>
    </w:p>
    <w:p w:rsidR="00A200C5" w:rsidRDefault="00A200C5" w:rsidP="00D226C6">
      <w:pPr>
        <w:jc w:val="center"/>
        <w:rPr>
          <w:sz w:val="36"/>
          <w:szCs w:val="36"/>
        </w:rPr>
      </w:pPr>
      <w:r>
        <w:rPr>
          <w:sz w:val="36"/>
          <w:szCs w:val="36"/>
        </w:rPr>
        <w:t>Always keep your eyes in the road.</w:t>
      </w:r>
    </w:p>
    <w:p w:rsidR="00A200C5" w:rsidRDefault="00A200C5" w:rsidP="00D226C6">
      <w:pPr>
        <w:jc w:val="center"/>
        <w:rPr>
          <w:sz w:val="36"/>
          <w:szCs w:val="36"/>
        </w:rPr>
      </w:pPr>
      <w:r>
        <w:rPr>
          <w:sz w:val="36"/>
          <w:szCs w:val="36"/>
        </w:rPr>
        <w:t>Wear your seatbelts.</w:t>
      </w:r>
    </w:p>
    <w:p w:rsidR="00A200C5" w:rsidRDefault="00A200C5" w:rsidP="00087094">
      <w:pPr>
        <w:jc w:val="center"/>
        <w:rPr>
          <w:sz w:val="36"/>
          <w:szCs w:val="36"/>
        </w:rPr>
      </w:pPr>
      <w:r>
        <w:rPr>
          <w:sz w:val="36"/>
          <w:szCs w:val="36"/>
        </w:rPr>
        <w:t>Only use hand-free telephone when driving.</w:t>
      </w:r>
    </w:p>
    <w:p w:rsidR="00A200C5" w:rsidRDefault="00A200C5" w:rsidP="00087094">
      <w:pPr>
        <w:jc w:val="center"/>
        <w:rPr>
          <w:sz w:val="36"/>
          <w:szCs w:val="36"/>
        </w:rPr>
      </w:pPr>
      <w:r>
        <w:rPr>
          <w:sz w:val="36"/>
          <w:szCs w:val="36"/>
        </w:rPr>
        <w:t>Essa, caithlee, Majid, Leah, Daniel</w:t>
      </w:r>
    </w:p>
    <w:bookmarkStart w:id="0" w:name="_GoBack"/>
    <w:bookmarkEnd w:id="0"/>
    <w:p w:rsidR="00A200C5" w:rsidRPr="00802056" w:rsidRDefault="00A200C5" w:rsidP="00D226C6">
      <w:pPr>
        <w:jc w:val="center"/>
        <w:rPr>
          <w:sz w:val="36"/>
          <w:szCs w:val="36"/>
        </w:rPr>
      </w:pPr>
      <w:r>
        <w:rPr>
          <w:color w:val="333333"/>
        </w:rPr>
        <w:fldChar w:fldCharType="begin"/>
      </w:r>
      <w:r>
        <w:rPr>
          <w:color w:val="333333"/>
        </w:rPr>
        <w:instrText xml:space="preserve"> HYPERLINK "http://www.sodahead.com/fun/whats-your-favorite-peace-sign-photo/question-1278617/" </w:instrText>
      </w:r>
      <w:r>
        <w:rPr>
          <w:color w:val="333333"/>
        </w:rPr>
        <w:fldChar w:fldCharType="separate"/>
      </w:r>
      <w:r w:rsidRPr="00087094">
        <w:rPr>
          <w:color w:val="036BA6"/>
          <w:sz w:val="17"/>
          <w:szCs w:val="17"/>
        </w:rPr>
        <w:pict>
          <v:shape id="ibafSlideshowImg" o:spid="_x0000_i1026" type="#_x0000_t75" alt="" href="http://www.sodahead.com/fun/whats-your-favorite-peace-sign-photo/question-1278617" style="width:110.25pt;height:108pt" o:button="t">
            <v:imagedata r:id="rId5" r:href="rId6"/>
          </v:shape>
        </w:pict>
      </w:r>
      <w:r>
        <w:rPr>
          <w:color w:val="333333"/>
        </w:rPr>
        <w:fldChar w:fldCharType="end"/>
      </w:r>
    </w:p>
    <w:sectPr w:rsidR="00A200C5" w:rsidRPr="00802056" w:rsidSect="00D177FC">
      <w:pgSz w:w="12240" w:h="15840"/>
      <w:pgMar w:top="1417" w:right="1440" w:bottom="1417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2056"/>
    <w:rsid w:val="000733FF"/>
    <w:rsid w:val="00087094"/>
    <w:rsid w:val="004012A9"/>
    <w:rsid w:val="006704D3"/>
    <w:rsid w:val="00802056"/>
    <w:rsid w:val="00A200C5"/>
    <w:rsid w:val="00AB4107"/>
    <w:rsid w:val="00C52681"/>
    <w:rsid w:val="00CF7D6B"/>
    <w:rsid w:val="00D177FC"/>
    <w:rsid w:val="00D226C6"/>
    <w:rsid w:val="00D90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7F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02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020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://www.pembine.k12.wi.us/NURSE_LINDA/Seatbelt%20Sign.jpg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66</Words>
  <Characters>364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Essa: 11-12</dc:title>
  <dc:subject/>
  <dc:creator>user</dc:creator>
  <cp:keywords/>
  <dc:description/>
  <cp:lastModifiedBy>Federico Gonzalez</cp:lastModifiedBy>
  <cp:revision>2</cp:revision>
  <dcterms:created xsi:type="dcterms:W3CDTF">2011-05-02T12:55:00Z</dcterms:created>
  <dcterms:modified xsi:type="dcterms:W3CDTF">2011-05-02T12:55:00Z</dcterms:modified>
</cp:coreProperties>
</file>